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CEF51A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A3CA0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41BF65D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</w:t>
            </w:r>
            <w:r w:rsidR="008A3CA0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198CDFCC" w:rsidR="00F1480E" w:rsidRPr="000754EC" w:rsidRDefault="00F36199" w:rsidP="000754EC">
            <w:pPr>
              <w:pStyle w:val="SIUnittitle"/>
            </w:pPr>
            <w:r w:rsidRPr="00F36199">
              <w:t>Assist with landscape construction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ECF532" w14:textId="1FC73C4F" w:rsidR="00F36199" w:rsidRPr="00F36199" w:rsidRDefault="00F36199" w:rsidP="00F36199">
            <w:pPr>
              <w:pStyle w:val="SIText"/>
            </w:pPr>
            <w:r w:rsidRPr="00F36199">
              <w:t xml:space="preserve">This unit of competency describes the skills and knowledge required to </w:t>
            </w:r>
            <w:r w:rsidR="00751FBE">
              <w:t>assist with</w:t>
            </w:r>
            <w:r w:rsidRPr="00F36199">
              <w:t xml:space="preserve"> landscape works</w:t>
            </w:r>
            <w:r w:rsidR="00751FBE">
              <w:t>, including preparing for and undertaking landscape construction work as directed, handling materials and equipment, and clean up on completion of landscaping work</w:t>
            </w:r>
            <w:r w:rsidRPr="00F36199">
              <w:t xml:space="preserve"> in public, commercial and domestic situations.</w:t>
            </w:r>
          </w:p>
          <w:p w14:paraId="16875C87" w14:textId="77777777" w:rsidR="00F36199" w:rsidRPr="00F36199" w:rsidRDefault="00F36199" w:rsidP="00F36199">
            <w:pPr>
              <w:pStyle w:val="SIText"/>
            </w:pPr>
          </w:p>
          <w:p w14:paraId="61F566F4" w14:textId="1C453A2B" w:rsidR="00F36199" w:rsidRPr="00F36199" w:rsidRDefault="00F36199" w:rsidP="00F36199">
            <w:pPr>
              <w:pStyle w:val="SIText"/>
            </w:pPr>
            <w:r w:rsidRPr="00F36199">
              <w:t>Th</w:t>
            </w:r>
            <w:r w:rsidR="00751FBE">
              <w:t>e</w:t>
            </w:r>
            <w:r w:rsidRPr="00F36199">
              <w:t xml:space="preserve"> unit applies to individuals who</w:t>
            </w:r>
            <w:r w:rsidR="00751FBE">
              <w:t xml:space="preserve"> assist with landscape construction</w:t>
            </w:r>
            <w:r w:rsidRPr="00F36199">
              <w:t xml:space="preserve"> work under general supervision </w:t>
            </w:r>
            <w:r w:rsidR="00751FBE">
              <w:t>with</w:t>
            </w:r>
            <w:r w:rsidRPr="00F36199">
              <w:t xml:space="preserve"> limited autonomy </w:t>
            </w:r>
            <w:r w:rsidR="00751FBE">
              <w:t>or</w:t>
            </w:r>
            <w:r w:rsidRPr="00F36199">
              <w:t xml:space="preserve"> accountability.</w:t>
            </w:r>
          </w:p>
          <w:p w14:paraId="1E7B9C86" w14:textId="77777777" w:rsidR="00F36199" w:rsidRPr="00F36199" w:rsidRDefault="00F36199" w:rsidP="00F36199">
            <w:pPr>
              <w:pStyle w:val="SIText"/>
            </w:pPr>
          </w:p>
          <w:p w14:paraId="034C6C33" w14:textId="5EF71180" w:rsidR="00373436" w:rsidRPr="000754EC" w:rsidRDefault="00F36199" w:rsidP="00F36199">
            <w:pPr>
              <w:pStyle w:val="SIText"/>
            </w:pPr>
            <w:r w:rsidRPr="00F3619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E03482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619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92C5FA7" w:rsidR="00F36199" w:rsidRPr="00F36199" w:rsidRDefault="00F36199" w:rsidP="00F36199">
            <w:pPr>
              <w:pStyle w:val="SIText"/>
            </w:pPr>
            <w:r w:rsidRPr="00F36199">
              <w:t xml:space="preserve">1. Prepare materials, </w:t>
            </w:r>
            <w:proofErr w:type="gramStart"/>
            <w:r w:rsidRPr="00F36199">
              <w:t>tools</w:t>
            </w:r>
            <w:proofErr w:type="gramEnd"/>
            <w:r w:rsidRPr="00F36199">
              <w:t xml:space="preserve"> and equipment for landscaping work</w:t>
            </w:r>
          </w:p>
        </w:tc>
        <w:tc>
          <w:tcPr>
            <w:tcW w:w="3604" w:type="pct"/>
            <w:shd w:val="clear" w:color="auto" w:fill="auto"/>
          </w:tcPr>
          <w:p w14:paraId="67391314" w14:textId="77777777" w:rsidR="00751FBE" w:rsidRDefault="00F36199" w:rsidP="00F36199">
            <w:r w:rsidRPr="00F36199">
              <w:t xml:space="preserve">1.1 </w:t>
            </w:r>
            <w:r w:rsidR="00751FBE">
              <w:t>Confirm with supervisor landscape construction work to be undertaken</w:t>
            </w:r>
          </w:p>
          <w:p w14:paraId="417D7CF9" w14:textId="5E817040" w:rsidR="00F36199" w:rsidRPr="00F36199" w:rsidRDefault="00C65339" w:rsidP="00F36199">
            <w:r>
              <w:t xml:space="preserve">1.2 Select landscaping </w:t>
            </w:r>
            <w:r w:rsidR="00F36199" w:rsidRPr="00F36199">
              <w:t xml:space="preserve">materials, </w:t>
            </w:r>
            <w:proofErr w:type="gramStart"/>
            <w:r w:rsidR="00F36199" w:rsidRPr="00F36199">
              <w:t>tools</w:t>
            </w:r>
            <w:proofErr w:type="gramEnd"/>
            <w:r w:rsidR="00F36199" w:rsidRPr="00F36199">
              <w:t xml:space="preserve"> and equipment according to lists provided and supervisor instructions</w:t>
            </w:r>
          </w:p>
          <w:p w14:paraId="0630290A" w14:textId="40FABC1B" w:rsidR="00F36199" w:rsidRPr="00F36199" w:rsidRDefault="00F36199" w:rsidP="00F36199">
            <w:r w:rsidRPr="00F36199">
              <w:t>1.</w:t>
            </w:r>
            <w:r w:rsidR="00C65339">
              <w:t>3</w:t>
            </w:r>
            <w:r w:rsidRPr="00F36199">
              <w:t xml:space="preserve"> </w:t>
            </w:r>
            <w:r w:rsidR="00C65339" w:rsidRPr="00F36199">
              <w:t>Select</w:t>
            </w:r>
            <w:r w:rsidR="00C65339" w:rsidRPr="00C65339">
              <w:t xml:space="preserve">, </w:t>
            </w:r>
            <w:proofErr w:type="gramStart"/>
            <w:r w:rsidR="00C65339" w:rsidRPr="00C65339">
              <w:t>fit</w:t>
            </w:r>
            <w:proofErr w:type="gramEnd"/>
            <w:r w:rsidR="00C65339" w:rsidRPr="00C65339">
              <w:t xml:space="preserve"> and use personal protective equipment (PPE) applicable to the task</w:t>
            </w:r>
          </w:p>
          <w:p w14:paraId="00A30A2D" w14:textId="58F33356" w:rsidR="00F36199" w:rsidRPr="00F36199" w:rsidRDefault="00F36199" w:rsidP="00F36199">
            <w:r w:rsidRPr="00F36199">
              <w:t>1.</w:t>
            </w:r>
            <w:r w:rsidR="00C65339">
              <w:t>4</w:t>
            </w:r>
            <w:r w:rsidRPr="00F36199">
              <w:t xml:space="preserve"> Use correct manual handling techniques when loading and unloading material</w:t>
            </w:r>
            <w:r w:rsidR="00C65339">
              <w:t>s</w:t>
            </w:r>
          </w:p>
          <w:p w14:paraId="1696B99B" w14:textId="1AF3C0A5" w:rsidR="00F36199" w:rsidRPr="00F36199" w:rsidRDefault="00F36199" w:rsidP="00F36199">
            <w:r w:rsidRPr="00F36199">
              <w:t>1.</w:t>
            </w:r>
            <w:r w:rsidR="004B125C">
              <w:t>5</w:t>
            </w:r>
            <w:r w:rsidRPr="00F36199">
              <w:t xml:space="preserve"> Identify and report workplace hazards to supervisor</w:t>
            </w:r>
          </w:p>
        </w:tc>
      </w:tr>
      <w:tr w:rsidR="00F3619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68B0313" w:rsidR="00F36199" w:rsidRPr="00F36199" w:rsidRDefault="00F36199" w:rsidP="00F36199">
            <w:pPr>
              <w:pStyle w:val="SIText"/>
            </w:pPr>
            <w:r w:rsidRPr="00F36199">
              <w:t>2. Undertake landscape work as directed</w:t>
            </w:r>
          </w:p>
        </w:tc>
        <w:tc>
          <w:tcPr>
            <w:tcW w:w="3604" w:type="pct"/>
            <w:shd w:val="clear" w:color="auto" w:fill="auto"/>
          </w:tcPr>
          <w:p w14:paraId="63119D60" w14:textId="60EC0584" w:rsidR="00F36199" w:rsidRPr="00F36199" w:rsidRDefault="00F36199" w:rsidP="00F36199">
            <w:r w:rsidRPr="00F36199">
              <w:t>2.1 Follow instructions and directions provided by supervisor</w:t>
            </w:r>
            <w:r w:rsidR="00C65339">
              <w:t>,</w:t>
            </w:r>
            <w:r w:rsidRPr="00F36199">
              <w:t xml:space="preserve"> and </w:t>
            </w:r>
            <w:r w:rsidR="00C65339">
              <w:t>seek</w:t>
            </w:r>
            <w:r w:rsidRPr="00F36199">
              <w:t xml:space="preserve"> clarification when necessary</w:t>
            </w:r>
          </w:p>
          <w:p w14:paraId="6C8425B6" w14:textId="4689F3BE" w:rsidR="00F36199" w:rsidRPr="00F36199" w:rsidRDefault="00F36199" w:rsidP="00F36199">
            <w:r w:rsidRPr="00F36199">
              <w:t>2.</w:t>
            </w:r>
            <w:r w:rsidR="004B125C">
              <w:t>2</w:t>
            </w:r>
            <w:r w:rsidRPr="00F36199">
              <w:t xml:space="preserve"> </w:t>
            </w:r>
            <w:r w:rsidR="00C65339">
              <w:t xml:space="preserve">Follow workplace policies and procedures in relation to workplace practices, </w:t>
            </w:r>
            <w:proofErr w:type="gramStart"/>
            <w:r w:rsidR="00C65339">
              <w:t>h</w:t>
            </w:r>
            <w:r w:rsidRPr="00F36199">
              <w:t>andl</w:t>
            </w:r>
            <w:r w:rsidR="00C65339">
              <w:t>ing</w:t>
            </w:r>
            <w:proofErr w:type="gramEnd"/>
            <w:r w:rsidRPr="00F36199">
              <w:t xml:space="preserve"> and dispos</w:t>
            </w:r>
            <w:r w:rsidR="00C65339">
              <w:t>al</w:t>
            </w:r>
            <w:r w:rsidRPr="00F36199">
              <w:t xml:space="preserve"> of materials</w:t>
            </w:r>
          </w:p>
          <w:p w14:paraId="405F764D" w14:textId="35589C30" w:rsidR="00A52C74" w:rsidRDefault="00F36199" w:rsidP="00F36199">
            <w:pPr>
              <w:pStyle w:val="SIText"/>
            </w:pPr>
            <w:r w:rsidRPr="00F36199">
              <w:t>2.</w:t>
            </w:r>
            <w:r w:rsidR="004B125C">
              <w:t>3</w:t>
            </w:r>
            <w:r w:rsidRPr="00F36199">
              <w:t xml:space="preserve"> </w:t>
            </w:r>
            <w:r w:rsidR="00A52C74" w:rsidRPr="00F36199">
              <w:t xml:space="preserve">Maintain a clean and safe work site while undertaking landscaping </w:t>
            </w:r>
            <w:r w:rsidR="00A52C74">
              <w:t>work</w:t>
            </w:r>
          </w:p>
          <w:p w14:paraId="6BB72E57" w14:textId="236CB7F4" w:rsidR="00F36199" w:rsidRPr="00F36199" w:rsidRDefault="00A52C74" w:rsidP="00F36199">
            <w:pPr>
              <w:pStyle w:val="SIText"/>
            </w:pPr>
            <w:r>
              <w:t>2.</w:t>
            </w:r>
            <w:r w:rsidR="004B125C">
              <w:t>4</w:t>
            </w:r>
            <w:r>
              <w:t xml:space="preserve"> </w:t>
            </w:r>
            <w:r w:rsidR="00C65339">
              <w:t>Report</w:t>
            </w:r>
            <w:r w:rsidR="00F36199" w:rsidRPr="00F36199">
              <w:t xml:space="preserve"> problems or difficulties in completing work to required standards or timelines</w:t>
            </w:r>
            <w:r w:rsidR="00C65339">
              <w:t xml:space="preserve"> to supervisor</w:t>
            </w:r>
          </w:p>
        </w:tc>
      </w:tr>
      <w:tr w:rsidR="00F3619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1DC03C8" w:rsidR="00F36199" w:rsidRPr="00F36199" w:rsidRDefault="00F36199" w:rsidP="00F36199">
            <w:pPr>
              <w:pStyle w:val="SIText"/>
            </w:pPr>
            <w:r w:rsidRPr="00F36199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014BF2CD" w14:textId="22E5415D" w:rsidR="00F36199" w:rsidRPr="00F36199" w:rsidRDefault="00F36199" w:rsidP="00F36199">
            <w:r w:rsidRPr="00F36199">
              <w:t xml:space="preserve">3.1 </w:t>
            </w:r>
            <w:r w:rsidR="00A52C74" w:rsidRPr="00F36199">
              <w:t xml:space="preserve">Handle and transport materials, </w:t>
            </w:r>
            <w:r w:rsidR="00A52C74" w:rsidRPr="00A52C74">
              <w:t xml:space="preserve">tools, </w:t>
            </w:r>
            <w:proofErr w:type="gramStart"/>
            <w:r w:rsidR="00A52C74" w:rsidRPr="00A52C74">
              <w:t>equipment</w:t>
            </w:r>
            <w:proofErr w:type="gramEnd"/>
            <w:r w:rsidR="00A52C74" w:rsidRPr="00A52C74">
              <w:t xml:space="preserve"> and machinery according to workplace procedures</w:t>
            </w:r>
            <w:r w:rsidR="00A52C74" w:rsidRPr="00A52C74" w:rsidDel="00A52C74">
              <w:t xml:space="preserve"> </w:t>
            </w:r>
          </w:p>
          <w:p w14:paraId="7C104250" w14:textId="165FB60C" w:rsidR="00F36199" w:rsidRPr="00F36199" w:rsidRDefault="00F36199" w:rsidP="006869EF">
            <w:r w:rsidRPr="00F36199">
              <w:t xml:space="preserve">3.2 </w:t>
            </w:r>
            <w:r w:rsidR="00A52C74" w:rsidRPr="00F36199">
              <w:t xml:space="preserve">Clean, maintain and store </w:t>
            </w:r>
            <w:r w:rsidR="00A52C74">
              <w:t xml:space="preserve">materials, </w:t>
            </w:r>
            <w:proofErr w:type="gramStart"/>
            <w:r w:rsidR="00A52C74" w:rsidRPr="00F36199">
              <w:t>tools</w:t>
            </w:r>
            <w:proofErr w:type="gramEnd"/>
            <w:r w:rsidR="00A52C74" w:rsidRPr="00F36199">
              <w:t xml:space="preserve"> and equipment</w:t>
            </w:r>
            <w:r w:rsidR="00A52C74" w:rsidRPr="00A52C74">
              <w:t xml:space="preserve"> </w:t>
            </w:r>
            <w:r w:rsidR="00A52C74">
              <w:t>according to workplace procedures</w:t>
            </w:r>
          </w:p>
        </w:tc>
      </w:tr>
      <w:tr w:rsidR="00F36199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28F71F68" w:rsidR="00F36199" w:rsidRPr="00F36199" w:rsidRDefault="00F36199" w:rsidP="00F36199">
            <w:pPr>
              <w:pStyle w:val="SIText"/>
            </w:pPr>
            <w:r w:rsidRPr="00F36199">
              <w:t>4. 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2430A207" w14:textId="62B4309E" w:rsidR="00F36199" w:rsidRPr="00F36199" w:rsidRDefault="00F36199">
            <w:r w:rsidRPr="00F36199">
              <w:t xml:space="preserve">4.1 </w:t>
            </w:r>
            <w:r w:rsidR="00A52C74" w:rsidRPr="00F36199">
              <w:t xml:space="preserve">Store </w:t>
            </w:r>
            <w:r w:rsidR="00A52C74">
              <w:t xml:space="preserve">or dispose of </w:t>
            </w:r>
            <w:r w:rsidR="00A52C74" w:rsidRPr="00F36199">
              <w:t>waste material and debris in a designated area</w:t>
            </w:r>
          </w:p>
          <w:p w14:paraId="78C4A541" w14:textId="3B8802BC" w:rsidR="00F36199" w:rsidRPr="00F36199" w:rsidRDefault="00F36199" w:rsidP="00F36199">
            <w:r w:rsidRPr="00F36199">
              <w:t>4.</w:t>
            </w:r>
            <w:r w:rsidR="00A52C74">
              <w:t>2</w:t>
            </w:r>
            <w:r w:rsidRPr="00F36199">
              <w:t xml:space="preserve"> Restore site according to supervisor instructions</w:t>
            </w:r>
          </w:p>
          <w:p w14:paraId="46697E37" w14:textId="36BBDDE5" w:rsidR="00F36199" w:rsidRPr="00F36199" w:rsidRDefault="00F36199" w:rsidP="00F36199">
            <w:r w:rsidRPr="00F36199">
              <w:t>4.</w:t>
            </w:r>
            <w:r w:rsidR="00A52C74">
              <w:t>3</w:t>
            </w:r>
            <w:r w:rsidRPr="00F36199">
              <w:t xml:space="preserve"> </w:t>
            </w:r>
            <w:r w:rsidR="00A52C74">
              <w:t xml:space="preserve">Report </w:t>
            </w:r>
            <w:r w:rsidRPr="00F36199">
              <w:t>work outcomes</w:t>
            </w:r>
            <w:r w:rsidR="00A52C74">
              <w:t xml:space="preserve"> and malfunctions, faults, </w:t>
            </w:r>
            <w:proofErr w:type="gramStart"/>
            <w:r w:rsidR="00A52C74">
              <w:t>wear</w:t>
            </w:r>
            <w:proofErr w:type="gramEnd"/>
            <w:r w:rsidR="00A52C74">
              <w:t xml:space="preserve"> or damage of tools to </w:t>
            </w:r>
            <w:r w:rsidR="00A52C74" w:rsidRPr="00F36199">
              <w:t>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EF4AC7B" w:rsidR="00DA54B5" w:rsidRPr="006869EF" w:rsidRDefault="002927F2" w:rsidP="00F653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FFFFE83" w14:textId="32234ECE" w:rsidR="00DA54B5" w:rsidRPr="0052652E" w:rsidRDefault="002927F2" w:rsidP="00D144F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D144FB">
              <w:rPr>
                <w:rStyle w:val="SITemporaryText-red"/>
                <w:rFonts w:eastAsia="Calibri"/>
                <w:color w:val="auto"/>
                <w:sz w:val="20"/>
              </w:rPr>
              <w:t xml:space="preserve">language </w:t>
            </w:r>
            <w:r w:rsidR="00D144FB" w:rsidRPr="00D144FB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D144FB">
              <w:rPr>
                <w:rStyle w:val="SITemporaryText-red"/>
                <w:rFonts w:eastAsia="Calibri"/>
                <w:color w:val="auto"/>
                <w:sz w:val="20"/>
              </w:rPr>
              <w:t>to report malfunctions, faults wear or damage to tools</w:t>
            </w:r>
          </w:p>
          <w:p w14:paraId="1B7CC730" w14:textId="3FFAF8AA" w:rsidR="002927F2" w:rsidRPr="006869EF" w:rsidRDefault="002927F2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29A9AE50" w14:textId="77960893" w:rsidR="00DA54B5" w:rsidRPr="009A7D81" w:rsidRDefault="002927F2" w:rsidP="008A3C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A3CA0">
              <w:rPr>
                <w:rStyle w:val="SITemporaryText-red"/>
                <w:color w:val="auto"/>
                <w:sz w:val="20"/>
              </w:rPr>
              <w:t>AHCLSC2</w:t>
            </w:r>
            <w:r w:rsidR="008A3CA0" w:rsidRPr="008A3CA0">
              <w:rPr>
                <w:rStyle w:val="SITemporaryText-red"/>
                <w:color w:val="auto"/>
                <w:sz w:val="20"/>
              </w:rPr>
              <w:t>XX</w:t>
            </w:r>
            <w:r w:rsidRPr="008A3CA0">
              <w:rPr>
                <w:rStyle w:val="SITemporaryText-red"/>
                <w:color w:val="auto"/>
                <w:sz w:val="20"/>
              </w:rPr>
              <w:t xml:space="preserve"> Assist with landscape construction work</w:t>
            </w:r>
          </w:p>
          <w:p w14:paraId="09E49E25" w14:textId="0B65BC4A" w:rsidR="00F653B6" w:rsidRPr="008A3CA0" w:rsidRDefault="00F653B6" w:rsidP="008A3C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A3CA0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8A3CA0" w:rsidRPr="008A3CA0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3D284F13" w14:textId="7D130D77" w:rsidR="00DA54B5" w:rsidRPr="00F653B6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AHCLSC201 Assist with landscape construction work</w:t>
            </w:r>
          </w:p>
          <w:p w14:paraId="2293AA64" w14:textId="6ACE88AB" w:rsidR="00F653B6" w:rsidRPr="006869EF" w:rsidRDefault="00F653B6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0296E0CB" w14:textId="64286762" w:rsidR="00DA54B5" w:rsidRPr="006869EF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4EC0F296" w14:textId="1A8F0957" w:rsidR="002927F2" w:rsidRPr="006869EF" w:rsidRDefault="002927F2" w:rsidP="005F317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317B">
              <w:rPr>
                <w:rStyle w:val="SITemporaryText-red"/>
                <w:color w:val="auto"/>
                <w:sz w:val="20"/>
              </w:rPr>
              <w:t>M</w:t>
            </w:r>
            <w:r w:rsidR="005F317B" w:rsidRPr="005F317B">
              <w:rPr>
                <w:rStyle w:val="SITemporaryText-red"/>
                <w:color w:val="auto"/>
                <w:sz w:val="20"/>
              </w:rPr>
              <w:t>aj</w:t>
            </w:r>
            <w:r w:rsidRPr="005F317B">
              <w:rPr>
                <w:rStyle w:val="SITemporaryText-red"/>
                <w:color w:val="auto"/>
                <w:sz w:val="20"/>
              </w:rPr>
              <w:t>o</w:t>
            </w:r>
            <w:r w:rsidRPr="006869EF">
              <w:rPr>
                <w:rStyle w:val="SITemporaryText-red"/>
                <w:color w:val="auto"/>
                <w:sz w:val="20"/>
              </w:rPr>
              <w:t>r changes to performance criteria</w:t>
            </w:r>
          </w:p>
          <w:p w14:paraId="320520BD" w14:textId="77777777" w:rsidR="002927F2" w:rsidRPr="006869EF" w:rsidRDefault="002927F2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5237838" w:rsidR="002927F2" w:rsidRPr="006869EF" w:rsidRDefault="002927F2" w:rsidP="001541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Assessment requirements update</w:t>
            </w:r>
            <w:r w:rsidR="003D412F" w:rsidRPr="0015412E">
              <w:rPr>
                <w:rStyle w:val="SITemporaryText-red"/>
                <w:color w:val="auto"/>
                <w:sz w:val="20"/>
              </w:rPr>
              <w:t>d</w:t>
            </w:r>
          </w:p>
        </w:tc>
        <w:tc>
          <w:tcPr>
            <w:tcW w:w="1616" w:type="pct"/>
          </w:tcPr>
          <w:p w14:paraId="6630AC2B" w14:textId="08CE663E" w:rsidR="00DA54B5" w:rsidRPr="0052652E" w:rsidRDefault="008A3CA0" w:rsidP="005265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78AC">
              <w:rPr>
                <w:rStyle w:val="SITemporaryText-red"/>
                <w:color w:val="auto"/>
                <w:sz w:val="20"/>
              </w:rPr>
              <w:t>Not e</w:t>
            </w:r>
            <w:r w:rsidR="00DA54B5" w:rsidRPr="0052652E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03C65C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81A012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36199" w:rsidRPr="00F36199">
              <w:t>AHCLSC2</w:t>
            </w:r>
            <w:r w:rsidR="008A3CA0">
              <w:t>XX</w:t>
            </w:r>
            <w:r w:rsidR="00F36199" w:rsidRPr="00F36199">
              <w:t xml:space="preserve"> Assist with landscape construction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69EF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68AAF7ED" w:rsidR="00DA54B5" w:rsidRPr="006869EF" w:rsidRDefault="00DA54B5" w:rsidP="00F653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6869E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6869EF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2A10E8E2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653B6" w:rsidRPr="006869EF">
              <w:rPr>
                <w:rStyle w:val="SITemporaryText-red"/>
                <w:color w:val="auto"/>
                <w:sz w:val="20"/>
              </w:rPr>
              <w:t>assisted with landscape construction work on at least two occasions, and has</w:t>
            </w:r>
            <w:r w:rsidRPr="006869EF">
              <w:rPr>
                <w:rStyle w:val="SITemporaryText-red"/>
                <w:color w:val="auto"/>
                <w:sz w:val="20"/>
              </w:rPr>
              <w:t>:</w:t>
            </w:r>
          </w:p>
          <w:p w14:paraId="06281CCB" w14:textId="58AF5649" w:rsidR="00E57265" w:rsidRDefault="00E57265" w:rsidP="00E572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7265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598E2295" w14:textId="4F6DCED7" w:rsidR="00236F7C" w:rsidRPr="00236F7C" w:rsidRDefault="00236F7C" w:rsidP="00236F7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36F7C">
              <w:rPr>
                <w:rStyle w:val="SITemporaryText-red"/>
                <w:color w:val="auto"/>
                <w:sz w:val="20"/>
              </w:rPr>
              <w:t>applied workplace policies and procedures relevant to assisting with landscape construction work</w:t>
            </w:r>
          </w:p>
          <w:p w14:paraId="3DBF1851" w14:textId="10CCEF13" w:rsidR="00F36199" w:rsidRPr="00F412F4" w:rsidRDefault="00F36199" w:rsidP="00F412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412F4">
              <w:rPr>
                <w:rStyle w:val="SITemporaryText-red"/>
                <w:color w:val="auto"/>
                <w:sz w:val="20"/>
              </w:rPr>
              <w:t>prepare</w:t>
            </w:r>
            <w:r w:rsidR="00F412F4" w:rsidRPr="00F412F4">
              <w:rPr>
                <w:rStyle w:val="SITemporaryText-red"/>
                <w:color w:val="auto"/>
                <w:sz w:val="20"/>
              </w:rPr>
              <w:t>d and used</w:t>
            </w:r>
            <w:r w:rsidRPr="00F412F4">
              <w:rPr>
                <w:rStyle w:val="SITemporaryText-red"/>
                <w:color w:val="auto"/>
                <w:sz w:val="20"/>
              </w:rPr>
              <w:t xml:space="preserve"> materials, tools and equipment</w:t>
            </w:r>
            <w:r w:rsidR="00F653B6" w:rsidRPr="00F412F4">
              <w:rPr>
                <w:rStyle w:val="SITemporaryText-red"/>
                <w:color w:val="auto"/>
                <w:sz w:val="20"/>
              </w:rPr>
              <w:t xml:space="preserve"> for landscape construction work</w:t>
            </w:r>
            <w:r w:rsidR="00F412F4" w:rsidRPr="00F412F4">
              <w:rPr>
                <w:rStyle w:val="SITemporaryText-red"/>
                <w:color w:val="auto"/>
                <w:sz w:val="20"/>
              </w:rPr>
              <w:t xml:space="preserve"> as directed</w:t>
            </w:r>
          </w:p>
          <w:p w14:paraId="6714C1DA" w14:textId="1581D97D" w:rsidR="00F36199" w:rsidRPr="00F412F4" w:rsidRDefault="00F361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412F4">
              <w:rPr>
                <w:rStyle w:val="SITemporaryText-red"/>
                <w:color w:val="auto"/>
                <w:sz w:val="20"/>
              </w:rPr>
              <w:t>undertake</w:t>
            </w:r>
            <w:r w:rsidR="00F653B6" w:rsidRPr="00F412F4">
              <w:rPr>
                <w:rStyle w:val="SITemporaryText-red"/>
                <w:color w:val="auto"/>
                <w:sz w:val="20"/>
              </w:rPr>
              <w:t>n</w:t>
            </w:r>
            <w:r w:rsidRPr="00F412F4">
              <w:rPr>
                <w:rStyle w:val="SITemporaryText-red"/>
                <w:color w:val="auto"/>
                <w:sz w:val="20"/>
              </w:rPr>
              <w:t xml:space="preserve"> landscape work as directed</w:t>
            </w:r>
          </w:p>
          <w:p w14:paraId="52033468" w14:textId="2476FFD7" w:rsidR="00E57265" w:rsidRPr="00E57265" w:rsidRDefault="00F412F4" w:rsidP="00F412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412F4">
              <w:rPr>
                <w:rStyle w:val="SITemporaryText-red"/>
                <w:color w:val="auto"/>
                <w:sz w:val="20"/>
              </w:rPr>
              <w:t xml:space="preserve">assisted with </w:t>
            </w:r>
            <w:r w:rsidR="00F36199" w:rsidRPr="00F412F4">
              <w:rPr>
                <w:rStyle w:val="SITemporaryText-red"/>
                <w:color w:val="auto"/>
                <w:sz w:val="20"/>
              </w:rPr>
              <w:t>clean up on completion of landscape work</w:t>
            </w:r>
            <w:r w:rsidR="00E57265" w:rsidRPr="00E57265">
              <w:rPr>
                <w:rStyle w:val="SITemporaryText-red"/>
                <w:color w:val="auto"/>
                <w:sz w:val="20"/>
              </w:rPr>
              <w:t xml:space="preserve"> and disposed of waste</w:t>
            </w:r>
          </w:p>
          <w:p w14:paraId="3F4E2EAA" w14:textId="40D2EEA5" w:rsidR="00556C4C" w:rsidRPr="000754EC" w:rsidRDefault="00E57265" w:rsidP="00E57265">
            <w:pPr>
              <w:pStyle w:val="SIBulletList1"/>
            </w:pPr>
            <w:r w:rsidRPr="00E57265">
              <w:rPr>
                <w:rStyle w:val="SITemporaryText-red"/>
                <w:color w:val="auto"/>
                <w:sz w:val="20"/>
              </w:rPr>
              <w:t>reported landscape construction work and unserviceable tools and equipment</w:t>
            </w:r>
            <w:r w:rsidR="00F653B6" w:rsidRPr="006869EF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9AEB518" w14:textId="3158D42B" w:rsidR="00E57265" w:rsidRDefault="00E57265" w:rsidP="00E57265">
            <w:pPr>
              <w:pStyle w:val="SIBulletList1"/>
            </w:pPr>
            <w:r>
              <w:t>workplace requirements applicable to health and safety in the workplace for assisting in landscape construction work</w:t>
            </w:r>
            <w:r w:rsidRPr="00E57265">
              <w:t>, including appropriate use of personal protective equipment (PPE)</w:t>
            </w:r>
          </w:p>
          <w:p w14:paraId="37D03097" w14:textId="62C3E55D" w:rsidR="00236F7C" w:rsidRPr="00E57265" w:rsidRDefault="00236F7C" w:rsidP="00E57265">
            <w:pPr>
              <w:pStyle w:val="SIBulletList1"/>
            </w:pPr>
            <w:r w:rsidRPr="00236F7C">
              <w:t>workplace policies and procedures relevant to assisting with landscape construction work</w:t>
            </w:r>
          </w:p>
          <w:p w14:paraId="02FFEE1C" w14:textId="69A44739" w:rsidR="00F653B6" w:rsidRPr="00F653B6" w:rsidRDefault="00F653B6" w:rsidP="00F653B6">
            <w:pPr>
              <w:pStyle w:val="SIBulletList1"/>
            </w:pPr>
            <w:r w:rsidRPr="00F36199">
              <w:t xml:space="preserve">principles and practices of </w:t>
            </w:r>
            <w:r w:rsidRPr="00F653B6">
              <w:t>landscape construction work</w:t>
            </w:r>
            <w:r w:rsidR="00E13BC9">
              <w:t>, including:</w:t>
            </w:r>
          </w:p>
          <w:p w14:paraId="6317D5A3" w14:textId="0C580C90" w:rsidR="00F36199" w:rsidRPr="00F36199" w:rsidRDefault="00F36199" w:rsidP="00E13BC9">
            <w:pPr>
              <w:pStyle w:val="SIBulletList2"/>
            </w:pPr>
            <w:r w:rsidRPr="00F36199">
              <w:t xml:space="preserve">basic </w:t>
            </w:r>
            <w:r w:rsidR="00F653B6">
              <w:t xml:space="preserve">landscape </w:t>
            </w:r>
            <w:r w:rsidRPr="00F36199">
              <w:t>construction techniques</w:t>
            </w:r>
          </w:p>
          <w:p w14:paraId="594042BC" w14:textId="4DA40013" w:rsidR="00F1480E" w:rsidRPr="000754EC" w:rsidRDefault="00F36199">
            <w:pPr>
              <w:pStyle w:val="SIBulletList2"/>
            </w:pPr>
            <w:r w:rsidRPr="00F36199">
              <w:t>landscaping tools and equipment</w:t>
            </w:r>
            <w:r w:rsidR="00F653B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6869EF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721CE6D9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9D0F6F9" w:rsidR="00DA54B5" w:rsidRPr="006869EF" w:rsidRDefault="00F653B6" w:rsidP="006869E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 workplace setting</w:t>
            </w:r>
            <w:r w:rsidR="00DA54B5" w:rsidRPr="006869EF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32450860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6869E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6869E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C0F720" w14:textId="63B4FCF3" w:rsidR="00DA54B5" w:rsidRPr="00236F7C" w:rsidRDefault="00F653B6" w:rsidP="00236F7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</w:t>
            </w:r>
            <w:r w:rsidR="00236F7C" w:rsidRPr="00236F7C">
              <w:rPr>
                <w:rStyle w:val="SITemporaryText-red"/>
                <w:rFonts w:eastAsia="Calibri"/>
                <w:color w:val="auto"/>
                <w:sz w:val="20"/>
              </w:rPr>
              <w:t xml:space="preserve">policies and </w:t>
            </w:r>
            <w:r w:rsidRPr="00236F7C">
              <w:rPr>
                <w:rStyle w:val="SITemporaryText-red"/>
                <w:rFonts w:eastAsia="Calibri"/>
                <w:color w:val="auto"/>
                <w:sz w:val="20"/>
              </w:rPr>
              <w:t xml:space="preserve">procedures applicable to assisting </w:t>
            </w:r>
            <w:r w:rsidR="00236F7C" w:rsidRPr="00236F7C">
              <w:rPr>
                <w:rStyle w:val="SITemporaryText-red"/>
                <w:rFonts w:eastAsia="Calibri"/>
                <w:color w:val="auto"/>
                <w:sz w:val="20"/>
              </w:rPr>
              <w:t xml:space="preserve">with </w:t>
            </w:r>
            <w:r w:rsidRPr="00236F7C">
              <w:rPr>
                <w:rStyle w:val="SITemporaryText-red"/>
                <w:rFonts w:eastAsia="Calibri"/>
                <w:color w:val="auto"/>
                <w:sz w:val="20"/>
              </w:rPr>
              <w:t>landscape construction work</w:t>
            </w:r>
          </w:p>
          <w:p w14:paraId="1BEB55F5" w14:textId="3658FA11" w:rsidR="00F653B6" w:rsidRPr="00E57265" w:rsidRDefault="00F653B6" w:rsidP="00E5726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6869EF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</w:t>
            </w:r>
            <w:r w:rsidR="00E57265">
              <w:rPr>
                <w:rStyle w:val="SITemporaryText-red"/>
                <w:rFonts w:eastAsia="Calibri"/>
              </w:rPr>
              <w:t xml:space="preserve"> </w:t>
            </w:r>
            <w:r w:rsidR="00E57265" w:rsidRPr="00E57265">
              <w:rPr>
                <w:rStyle w:val="SITemporaryText-red"/>
                <w:rFonts w:eastAsia="Calibri"/>
                <w:color w:val="auto"/>
                <w:sz w:val="20"/>
              </w:rPr>
              <w:t>applicable to landscape construction work</w:t>
            </w:r>
          </w:p>
          <w:p w14:paraId="4AB282A7" w14:textId="392C6097" w:rsidR="00DA54B5" w:rsidRPr="00E57265" w:rsidRDefault="00E57265" w:rsidP="00E5726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7265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F653B6" w:rsidRPr="00E57265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landscape construction work</w:t>
            </w:r>
          </w:p>
          <w:p w14:paraId="0DCA1D1B" w14:textId="3AFDF948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C81C3E6" w:rsidR="00DA54B5" w:rsidRPr="006869EF" w:rsidRDefault="006869EF" w:rsidP="006869E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supervisor, </w:t>
            </w:r>
            <w:proofErr w:type="gramStart"/>
            <w:r w:rsidRPr="006869EF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6869EF">
              <w:rPr>
                <w:rStyle w:val="SITemporaryText-red"/>
                <w:color w:val="auto"/>
                <w:sz w:val="20"/>
              </w:rPr>
              <w:t xml:space="preserve"> and customers</w:t>
            </w:r>
          </w:p>
          <w:p w14:paraId="08F72541" w14:textId="3B1D7408" w:rsidR="00DA54B5" w:rsidRPr="006869EF" w:rsidRDefault="00DA54B5" w:rsidP="006869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EF3F64F" w:rsidR="00DA54B5" w:rsidRPr="006869EF" w:rsidRDefault="00DA54B5" w:rsidP="006869E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 xml:space="preserve">according to </w:t>
            </w:r>
            <w:r w:rsidR="006869EF" w:rsidRPr="006869EF">
              <w:rPr>
                <w:rStyle w:val="SITemporaryText-red"/>
                <w:color w:val="auto"/>
                <w:sz w:val="20"/>
              </w:rPr>
              <w:t>job requirements.</w:t>
            </w:r>
          </w:p>
          <w:p w14:paraId="3DE0592A" w14:textId="77777777" w:rsidR="00DA54B5" w:rsidRPr="006869EF" w:rsidRDefault="00DA54B5" w:rsidP="006869E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49EFA61" w:rsidR="00DA54B5" w:rsidRPr="006869EF" w:rsidRDefault="00DA54B5" w:rsidP="006869E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869E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Pr="006869EF" w:rsidRDefault="00F1480E" w:rsidP="006869E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65B0EC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A3CA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40DE9" w14:textId="77777777" w:rsidR="009335AE" w:rsidRDefault="009335AE" w:rsidP="00BF3F0A">
      <w:r>
        <w:separator/>
      </w:r>
    </w:p>
    <w:p w14:paraId="30D66AD4" w14:textId="77777777" w:rsidR="009335AE" w:rsidRDefault="009335AE"/>
  </w:endnote>
  <w:endnote w:type="continuationSeparator" w:id="0">
    <w:p w14:paraId="51E8A075" w14:textId="77777777" w:rsidR="009335AE" w:rsidRDefault="009335AE" w:rsidP="00BF3F0A">
      <w:r>
        <w:continuationSeparator/>
      </w:r>
    </w:p>
    <w:p w14:paraId="64608C88" w14:textId="77777777" w:rsidR="009335AE" w:rsidRDefault="00933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025D4" w14:textId="77777777" w:rsidR="009335AE" w:rsidRDefault="009335AE" w:rsidP="00BF3F0A">
      <w:r>
        <w:separator/>
      </w:r>
    </w:p>
    <w:p w14:paraId="54D7D961" w14:textId="77777777" w:rsidR="009335AE" w:rsidRDefault="009335AE"/>
  </w:footnote>
  <w:footnote w:type="continuationSeparator" w:id="0">
    <w:p w14:paraId="689C0F50" w14:textId="77777777" w:rsidR="009335AE" w:rsidRDefault="009335AE" w:rsidP="00BF3F0A">
      <w:r>
        <w:continuationSeparator/>
      </w:r>
    </w:p>
    <w:p w14:paraId="460457D7" w14:textId="77777777" w:rsidR="009335AE" w:rsidRDefault="00933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E533CB7" w:rsidR="009C2650" w:rsidRPr="00F36199" w:rsidRDefault="00F36199" w:rsidP="00F36199">
    <w:r w:rsidRPr="00F36199">
      <w:rPr>
        <w:lang w:eastAsia="en-US"/>
      </w:rPr>
      <w:t>AHCLSC2</w:t>
    </w:r>
    <w:r w:rsidR="008A3CA0">
      <w:t>XX</w:t>
    </w:r>
    <w:r w:rsidRPr="00F36199">
      <w:rPr>
        <w:lang w:eastAsia="en-US"/>
      </w:rPr>
      <w:t xml:space="preserve"> Assist with landscape construction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12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258"/>
    <w:rsid w:val="0021210E"/>
    <w:rsid w:val="0021414D"/>
    <w:rsid w:val="00223124"/>
    <w:rsid w:val="00233143"/>
    <w:rsid w:val="00234444"/>
    <w:rsid w:val="00236F7C"/>
    <w:rsid w:val="00242293"/>
    <w:rsid w:val="00244EA7"/>
    <w:rsid w:val="00262FC3"/>
    <w:rsid w:val="0026394F"/>
    <w:rsid w:val="00267AF6"/>
    <w:rsid w:val="00276DB8"/>
    <w:rsid w:val="00282664"/>
    <w:rsid w:val="00285FB8"/>
    <w:rsid w:val="002927F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2F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125C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652E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17B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9E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1FB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E4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A3CA0"/>
    <w:rsid w:val="008B2C77"/>
    <w:rsid w:val="008B4AD2"/>
    <w:rsid w:val="008B7138"/>
    <w:rsid w:val="008E227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5AE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A7D81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6156"/>
    <w:rsid w:val="00A3639E"/>
    <w:rsid w:val="00A5092E"/>
    <w:rsid w:val="00A52C74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C78AC"/>
    <w:rsid w:val="00AD3896"/>
    <w:rsid w:val="00AD5B47"/>
    <w:rsid w:val="00AE1ED9"/>
    <w:rsid w:val="00AE32CB"/>
    <w:rsid w:val="00AF3957"/>
    <w:rsid w:val="00B0305E"/>
    <w:rsid w:val="00B0712C"/>
    <w:rsid w:val="00B12013"/>
    <w:rsid w:val="00B22C67"/>
    <w:rsid w:val="00B3508F"/>
    <w:rsid w:val="00B443EE"/>
    <w:rsid w:val="00B560C8"/>
    <w:rsid w:val="00B61150"/>
    <w:rsid w:val="00B65BC7"/>
    <w:rsid w:val="00B71D0D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533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6C98"/>
    <w:rsid w:val="00D0201F"/>
    <w:rsid w:val="00D03685"/>
    <w:rsid w:val="00D07D4E"/>
    <w:rsid w:val="00D115AA"/>
    <w:rsid w:val="00D144FB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7B4D"/>
    <w:rsid w:val="00DC1D69"/>
    <w:rsid w:val="00DC5A3A"/>
    <w:rsid w:val="00DD0726"/>
    <w:rsid w:val="00E10071"/>
    <w:rsid w:val="00E13BC9"/>
    <w:rsid w:val="00E238E6"/>
    <w:rsid w:val="00E34CD8"/>
    <w:rsid w:val="00E35064"/>
    <w:rsid w:val="00E3681D"/>
    <w:rsid w:val="00E40225"/>
    <w:rsid w:val="00E43468"/>
    <w:rsid w:val="00E501F0"/>
    <w:rsid w:val="00E57265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12F4"/>
    <w:rsid w:val="00F438FC"/>
    <w:rsid w:val="00F5616F"/>
    <w:rsid w:val="00F56451"/>
    <w:rsid w:val="00F56827"/>
    <w:rsid w:val="00F62866"/>
    <w:rsid w:val="00F653B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77B06-6964-456C-AEA9-BCD823D0F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ECD335-C846-457B-A823-2112DD18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224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27</cp:revision>
  <cp:lastPrinted>2016-05-27T05:21:00Z</cp:lastPrinted>
  <dcterms:created xsi:type="dcterms:W3CDTF">2020-08-25T06:08:00Z</dcterms:created>
  <dcterms:modified xsi:type="dcterms:W3CDTF">2021-06-08T06:38:00Z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